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3950BDB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17FA">
        <w:rPr>
          <w:rFonts w:ascii="Corbel" w:hAnsi="Corbel"/>
          <w:i/>
          <w:smallCaps/>
          <w:sz w:val="24"/>
          <w:szCs w:val="24"/>
        </w:rPr>
        <w:t>2022-2027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7197C89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33DC">
        <w:rPr>
          <w:rFonts w:ascii="Corbel" w:hAnsi="Corbel"/>
          <w:sz w:val="20"/>
          <w:szCs w:val="20"/>
        </w:rPr>
        <w:t>202</w:t>
      </w:r>
      <w:r w:rsidR="00A817FA">
        <w:rPr>
          <w:rFonts w:ascii="Corbel" w:hAnsi="Corbel"/>
          <w:sz w:val="20"/>
          <w:szCs w:val="20"/>
        </w:rPr>
        <w:t>4</w:t>
      </w:r>
      <w:r w:rsidR="003F33DC">
        <w:rPr>
          <w:rFonts w:ascii="Corbel" w:hAnsi="Corbel"/>
          <w:sz w:val="20"/>
          <w:szCs w:val="20"/>
        </w:rPr>
        <w:t>/202</w:t>
      </w:r>
      <w:r w:rsidR="00A817F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282D1B" w14:textId="21B74C17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AFB3EF" w14:textId="51CF8893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29CC0859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15AF891C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46F102FA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1696E953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6EAE7BF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6DA380EF" w:rsidR="0085747A" w:rsidRPr="009C54AE" w:rsidRDefault="0074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723EEE49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3AE4810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9106AE6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C27B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EAF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rzygotowanie do kontaktu z dziećmi, w trakcie procesu nauczania i wychowania oraz do dostrzegania, rozumienia i rozwiązywania podstawowych problemów związanych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75E1C0A9" w:rsidR="0085747A" w:rsidRPr="00E522C2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70A8FBB1" w:rsidR="0085747A" w:rsidRPr="00E522C2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rawidłowościami rozwojowymi</w:t>
            </w:r>
          </w:p>
        </w:tc>
        <w:tc>
          <w:tcPr>
            <w:tcW w:w="1873" w:type="dxa"/>
          </w:tcPr>
          <w:p w14:paraId="45E8AE36" w14:textId="77777777" w:rsidR="002230CF" w:rsidRDefault="002230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1DCCAF83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5075F1F5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odziaływań wychowawczych</w:t>
            </w:r>
          </w:p>
        </w:tc>
        <w:tc>
          <w:tcPr>
            <w:tcW w:w="1873" w:type="dxa"/>
          </w:tcPr>
          <w:p w14:paraId="7BB5B92D" w14:textId="77B7DECE" w:rsidR="00393321" w:rsidRPr="009C54AE" w:rsidRDefault="0035629A" w:rsidP="00B234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charakterystyka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funkcjonowania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65E1EB47" w14:textId="57D014C7" w:rsidR="0085747A" w:rsidRPr="009C54AE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10B60DC6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przygotowanie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548D46D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0A4100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6B200B05" w:rsidR="00C61DC5" w:rsidRPr="009C54AE" w:rsidRDefault="008C7868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CC978C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676C964B" w:rsidR="00D27893" w:rsidRPr="009C54AE" w:rsidRDefault="00FB7367" w:rsidP="00E522C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482A736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4BCE9FA6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50CF8C6E" w:rsidR="00E04CFB" w:rsidRDefault="00FB7367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454B2BBB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6FD9819E" w:rsidR="00E04CFB" w:rsidRPr="00E04CFB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Kościelska, M. (2017). Wspomaganie rozwoju osób z niepełnosprawnością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4B9C9" w14:textId="77777777" w:rsidR="00494BD2" w:rsidRDefault="00494BD2" w:rsidP="00C16ABF">
      <w:pPr>
        <w:spacing w:after="0" w:line="240" w:lineRule="auto"/>
      </w:pPr>
      <w:r>
        <w:separator/>
      </w:r>
    </w:p>
  </w:endnote>
  <w:endnote w:type="continuationSeparator" w:id="0">
    <w:p w14:paraId="76D883E6" w14:textId="77777777" w:rsidR="00494BD2" w:rsidRDefault="00494B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C7187" w14:textId="77777777" w:rsidR="00494BD2" w:rsidRDefault="00494BD2" w:rsidP="00C16ABF">
      <w:pPr>
        <w:spacing w:after="0" w:line="240" w:lineRule="auto"/>
      </w:pPr>
      <w:r>
        <w:separator/>
      </w:r>
    </w:p>
  </w:footnote>
  <w:footnote w:type="continuationSeparator" w:id="0">
    <w:p w14:paraId="695A9E7A" w14:textId="77777777" w:rsidR="00494BD2" w:rsidRDefault="00494BD2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38515C"/>
    <w:multiLevelType w:val="hybridMultilevel"/>
    <w:tmpl w:val="11EAC3D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A4139"/>
    <w:multiLevelType w:val="hybridMultilevel"/>
    <w:tmpl w:val="B5CCE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B7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30F"/>
    <w:rsid w:val="00096C46"/>
    <w:rsid w:val="000A0EBE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029B5"/>
    <w:rsid w:val="00124BFF"/>
    <w:rsid w:val="0012560E"/>
    <w:rsid w:val="00127108"/>
    <w:rsid w:val="00131936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4D2A"/>
    <w:rsid w:val="00176083"/>
    <w:rsid w:val="001770C7"/>
    <w:rsid w:val="001841D5"/>
    <w:rsid w:val="00192F37"/>
    <w:rsid w:val="001A70D2"/>
    <w:rsid w:val="001D657B"/>
    <w:rsid w:val="001D7B54"/>
    <w:rsid w:val="001E0209"/>
    <w:rsid w:val="001F2CA2"/>
    <w:rsid w:val="002144C0"/>
    <w:rsid w:val="00217D3B"/>
    <w:rsid w:val="002230CF"/>
    <w:rsid w:val="0022477D"/>
    <w:rsid w:val="002278A9"/>
    <w:rsid w:val="002336F9"/>
    <w:rsid w:val="0024028F"/>
    <w:rsid w:val="00244ABC"/>
    <w:rsid w:val="00247AC3"/>
    <w:rsid w:val="00251C88"/>
    <w:rsid w:val="00252DDE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29A"/>
    <w:rsid w:val="00363F78"/>
    <w:rsid w:val="003846BF"/>
    <w:rsid w:val="00393321"/>
    <w:rsid w:val="003A0A5B"/>
    <w:rsid w:val="003A1176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3D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BD2"/>
    <w:rsid w:val="004968E2"/>
    <w:rsid w:val="0049788B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D2BF2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81143"/>
    <w:rsid w:val="00696477"/>
    <w:rsid w:val="006D050F"/>
    <w:rsid w:val="006D6139"/>
    <w:rsid w:val="006E5D65"/>
    <w:rsid w:val="006F1282"/>
    <w:rsid w:val="006F1FBC"/>
    <w:rsid w:val="006F31E2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40C"/>
    <w:rsid w:val="00763BF1"/>
    <w:rsid w:val="00766FD4"/>
    <w:rsid w:val="0078168C"/>
    <w:rsid w:val="00787C2A"/>
    <w:rsid w:val="00790E27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29B8"/>
    <w:rsid w:val="008449B3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9A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17F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E0"/>
    <w:rsid w:val="00B06142"/>
    <w:rsid w:val="00B135B1"/>
    <w:rsid w:val="00B200FE"/>
    <w:rsid w:val="00B2345E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A5B90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5338"/>
    <w:rsid w:val="00E32E4D"/>
    <w:rsid w:val="00E51E44"/>
    <w:rsid w:val="00E522C2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EF652E"/>
    <w:rsid w:val="00F070AB"/>
    <w:rsid w:val="00F17567"/>
    <w:rsid w:val="00F27A7B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  <w15:docId w15:val="{C2BCF332-EC9C-4E3F-B28B-CBD37802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47420-4B98-4538-BDE4-5CDD1BA6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141</TotalTime>
  <Pages>1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57</cp:revision>
  <cp:lastPrinted>2019-02-06T12:12:00Z</cp:lastPrinted>
  <dcterms:created xsi:type="dcterms:W3CDTF">2019-10-23T09:20:00Z</dcterms:created>
  <dcterms:modified xsi:type="dcterms:W3CDTF">2022-03-11T13:23:00Z</dcterms:modified>
</cp:coreProperties>
</file>